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FF" w:rsidRPr="00581C14" w:rsidRDefault="005613FF" w:rsidP="000D3B6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SÉJOUR EN NORMANDIE</w:t>
      </w:r>
    </w:p>
    <w:p w:rsidR="005613FF" w:rsidRPr="00581C14" w:rsidRDefault="005613FF" w:rsidP="000D3B6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</w:t>
      </w:r>
      <w:r w:rsidRPr="00581C14">
        <w:rPr>
          <w:rFonts w:ascii="Times New Roman" w:hAnsi="Times New Roman"/>
          <w:sz w:val="28"/>
        </w:rPr>
        <w:t>u 1</w:t>
      </w:r>
      <w:r>
        <w:rPr>
          <w:rFonts w:ascii="Times New Roman" w:hAnsi="Times New Roman"/>
          <w:sz w:val="28"/>
        </w:rPr>
        <w:t>6</w:t>
      </w:r>
      <w:r w:rsidRPr="00581C14">
        <w:rPr>
          <w:rFonts w:ascii="Times New Roman" w:hAnsi="Times New Roman"/>
          <w:sz w:val="28"/>
        </w:rPr>
        <w:t xml:space="preserve"> au </w:t>
      </w:r>
      <w:r>
        <w:rPr>
          <w:rFonts w:ascii="Times New Roman" w:hAnsi="Times New Roman"/>
          <w:sz w:val="28"/>
        </w:rPr>
        <w:t>22</w:t>
      </w:r>
      <w:r w:rsidRPr="00581C1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août</w:t>
      </w:r>
      <w:r w:rsidRPr="00581C14">
        <w:rPr>
          <w:rFonts w:ascii="Times New Roman" w:hAnsi="Times New Roman"/>
          <w:sz w:val="28"/>
        </w:rPr>
        <w:t xml:space="preserve"> 2017</w:t>
      </w:r>
    </w:p>
    <w:p w:rsidR="005613FF" w:rsidRDefault="005613FF" w:rsidP="000B6A15">
      <w:pPr>
        <w:jc w:val="center"/>
        <w:rPr>
          <w:rFonts w:ascii="Times New Roman" w:hAnsi="Times New Roman"/>
          <w:sz w:val="28"/>
        </w:rPr>
      </w:pPr>
    </w:p>
    <w:p w:rsidR="005613FF" w:rsidRPr="00581C14" w:rsidRDefault="005613FF" w:rsidP="000D3B6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Bulletin d’inscription</w:t>
      </w:r>
    </w:p>
    <w:p w:rsidR="005613FF" w:rsidRDefault="005613FF" w:rsidP="000B6A15">
      <w:pPr>
        <w:rPr>
          <w:rFonts w:ascii="Times New Roman" w:hAnsi="Times New Roman"/>
          <w:sz w:val="28"/>
        </w:rPr>
      </w:pP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Nom :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Prénom :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Date de naissance :</w:t>
      </w: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</w:t>
      </w:r>
      <w:r w:rsidRPr="00581C14">
        <w:rPr>
          <w:rFonts w:ascii="Times New Roman" w:hAnsi="Times New Roman"/>
          <w:sz w:val="28"/>
        </w:rPr>
        <w:t>dresse</w:t>
      </w:r>
      <w:r>
        <w:rPr>
          <w:rFonts w:ascii="Times New Roman" w:hAnsi="Times New Roman"/>
          <w:sz w:val="28"/>
        </w:rPr>
        <w:t> :</w:t>
      </w:r>
      <w:r w:rsidRPr="00581C14">
        <w:rPr>
          <w:rFonts w:ascii="Times New Roman" w:hAnsi="Times New Roman"/>
          <w:sz w:val="28"/>
        </w:rPr>
        <w:t xml:space="preserve"> 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Code </w:t>
      </w:r>
      <w:r w:rsidRPr="00581C14">
        <w:rPr>
          <w:rFonts w:ascii="Times New Roman" w:hAnsi="Times New Roman"/>
          <w:sz w:val="28"/>
        </w:rPr>
        <w:t>postal</w:t>
      </w:r>
      <w:r>
        <w:rPr>
          <w:rFonts w:ascii="Times New Roman" w:hAnsi="Times New Roman"/>
          <w:sz w:val="28"/>
        </w:rPr>
        <w:t> :</w:t>
      </w:r>
      <w:r w:rsidRPr="00581C14">
        <w:rPr>
          <w:rFonts w:ascii="Times New Roman" w:hAnsi="Times New Roman"/>
          <w:sz w:val="28"/>
        </w:rPr>
        <w:t xml:space="preserve"> </w:t>
      </w:r>
    </w:p>
    <w:p w:rsidR="005613FF" w:rsidRDefault="005613FF" w:rsidP="00C03D5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Téléphone :</w:t>
      </w:r>
    </w:p>
    <w:p w:rsidR="005613FF" w:rsidRDefault="005613FF" w:rsidP="00C03D5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Adresse mail :</w:t>
      </w:r>
    </w:p>
    <w:p w:rsidR="005613FF" w:rsidRDefault="005613FF" w:rsidP="000B6A15">
      <w:pPr>
        <w:rPr>
          <w:rFonts w:ascii="Times New Roman" w:hAnsi="Times New Roman"/>
          <w:sz w:val="28"/>
        </w:rPr>
      </w:pP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Êtes-vous une personne voyante ?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Êtes-vous </w:t>
      </w:r>
      <w:r>
        <w:rPr>
          <w:rFonts w:ascii="Times New Roman" w:hAnsi="Times New Roman"/>
          <w:sz w:val="28"/>
        </w:rPr>
        <w:t xml:space="preserve">une personne </w:t>
      </w:r>
      <w:r w:rsidRPr="00581C14">
        <w:rPr>
          <w:rFonts w:ascii="Times New Roman" w:hAnsi="Times New Roman"/>
          <w:sz w:val="28"/>
        </w:rPr>
        <w:t>non-voyant</w:t>
      </w:r>
      <w:r>
        <w:rPr>
          <w:rFonts w:ascii="Times New Roman" w:hAnsi="Times New Roman"/>
          <w:sz w:val="28"/>
        </w:rPr>
        <w:t>e (accompagnée ou non d’un chien-guide)</w:t>
      </w:r>
      <w:r w:rsidRPr="00581C14">
        <w:rPr>
          <w:rFonts w:ascii="Times New Roman" w:hAnsi="Times New Roman"/>
          <w:sz w:val="28"/>
        </w:rPr>
        <w:t> ?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Êtes-vous </w:t>
      </w:r>
      <w:r>
        <w:rPr>
          <w:rFonts w:ascii="Times New Roman" w:hAnsi="Times New Roman"/>
          <w:sz w:val="28"/>
        </w:rPr>
        <w:t xml:space="preserve">une personne </w:t>
      </w:r>
      <w:r w:rsidRPr="00581C14">
        <w:rPr>
          <w:rFonts w:ascii="Times New Roman" w:hAnsi="Times New Roman"/>
          <w:sz w:val="28"/>
        </w:rPr>
        <w:t>malvoyant</w:t>
      </w:r>
      <w:r>
        <w:rPr>
          <w:rFonts w:ascii="Times New Roman" w:hAnsi="Times New Roman"/>
          <w:sz w:val="28"/>
        </w:rPr>
        <w:t>e</w:t>
      </w:r>
      <w:r w:rsidRPr="00581C14">
        <w:rPr>
          <w:rFonts w:ascii="Times New Roman" w:hAnsi="Times New Roman"/>
          <w:sz w:val="28"/>
        </w:rPr>
        <w:t> ?</w:t>
      </w: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Ou autre :</w:t>
      </w:r>
    </w:p>
    <w:p w:rsidR="005613FF" w:rsidRDefault="005613FF" w:rsidP="000B6A15">
      <w:pPr>
        <w:rPr>
          <w:rFonts w:ascii="Times New Roman" w:hAnsi="Times New Roman"/>
          <w:sz w:val="28"/>
        </w:rPr>
      </w:pP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Souhaitez-vous :</w:t>
      </w: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Une chambre couple à grand lit ?</w:t>
      </w: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Une chambre double à 2 lits ?</w:t>
      </w:r>
    </w:p>
    <w:p w:rsidR="005613FF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Une chambre individuelle.</w:t>
      </w:r>
    </w:p>
    <w:p w:rsidR="005613FF" w:rsidRDefault="005613FF" w:rsidP="000B6A15">
      <w:pPr>
        <w:rPr>
          <w:rFonts w:ascii="Times New Roman" w:hAnsi="Times New Roman"/>
          <w:sz w:val="28"/>
        </w:rPr>
      </w:pP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Avez-vous </w:t>
      </w:r>
      <w:r w:rsidRPr="00581C14">
        <w:rPr>
          <w:rFonts w:ascii="Times New Roman" w:hAnsi="Times New Roman"/>
          <w:sz w:val="28"/>
        </w:rPr>
        <w:t>un éventuel traitement en cours, allergies ou régime alimentaire particulier ?</w:t>
      </w:r>
    </w:p>
    <w:p w:rsidR="005613FF" w:rsidRDefault="005613FF" w:rsidP="000B6A15">
      <w:pPr>
        <w:rPr>
          <w:rFonts w:ascii="Times New Roman" w:hAnsi="Times New Roman"/>
          <w:sz w:val="28"/>
        </w:rPr>
      </w:pP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IMPORTANT :</w:t>
      </w:r>
      <w:r>
        <w:rPr>
          <w:rFonts w:ascii="Times New Roman" w:hAnsi="Times New Roman"/>
          <w:sz w:val="28"/>
        </w:rPr>
        <w:t xml:space="preserve"> </w:t>
      </w:r>
      <w:r w:rsidRPr="00581C14">
        <w:rPr>
          <w:rFonts w:ascii="Times New Roman" w:hAnsi="Times New Roman"/>
          <w:sz w:val="28"/>
        </w:rPr>
        <w:t>Personnes à prévenir en cas d’accident :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Nom :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Prénom : 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Numéro de tél. : 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Lien de parenté : 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J’autorise l’</w:t>
      </w:r>
      <w:r>
        <w:rPr>
          <w:rFonts w:ascii="Times New Roman" w:hAnsi="Times New Roman"/>
          <w:sz w:val="28"/>
        </w:rPr>
        <w:t>ASLT</w:t>
      </w:r>
      <w:r w:rsidRPr="00581C14">
        <w:rPr>
          <w:rFonts w:ascii="Times New Roman" w:hAnsi="Times New Roman"/>
          <w:sz w:val="28"/>
        </w:rPr>
        <w:t xml:space="preserve"> à me filmer et à me photographier dans le cadre du séjour. Les films et les photos réalisés pourront être utilisés et diffusés dans le cadre de la promotion des activités de l’</w:t>
      </w:r>
      <w:r>
        <w:rPr>
          <w:rFonts w:ascii="Times New Roman" w:hAnsi="Times New Roman"/>
          <w:sz w:val="28"/>
        </w:rPr>
        <w:t>association</w:t>
      </w:r>
      <w:r w:rsidRPr="00581C14">
        <w:rPr>
          <w:rFonts w:ascii="Times New Roman" w:hAnsi="Times New Roman"/>
          <w:sz w:val="28"/>
        </w:rPr>
        <w:t xml:space="preserve">. </w:t>
      </w:r>
    </w:p>
    <w:p w:rsidR="005613FF" w:rsidRDefault="005613FF" w:rsidP="000B6A15">
      <w:pPr>
        <w:rPr>
          <w:rFonts w:ascii="Times New Roman" w:hAnsi="Times New Roman"/>
          <w:sz w:val="28"/>
        </w:rPr>
      </w:pP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Documents dont </w:t>
      </w:r>
      <w:r>
        <w:rPr>
          <w:rFonts w:ascii="Times New Roman" w:hAnsi="Times New Roman"/>
          <w:sz w:val="28"/>
        </w:rPr>
        <w:t xml:space="preserve">vous devez vous </w:t>
      </w:r>
      <w:r w:rsidRPr="00581C14">
        <w:rPr>
          <w:rFonts w:ascii="Times New Roman" w:hAnsi="Times New Roman"/>
          <w:sz w:val="28"/>
        </w:rPr>
        <w:t>munir obligatoirement :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Une carte d’identité.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une carte de sécurité sociale et carte de mutuelle.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Une carte d’invalidité.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« Conformément à la loi Informatique et Libertés du 6 janvier 1978, vous disposez d’un droit d’accès et de rectification aux données personnelles vous concernant ».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 xml:space="preserve"> 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Pour valider votre inscription, merci de bien vouloir nous retourner ce document dument rempli, accompagné de votre règlement à l’ASLT :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Madame Lydie FAURE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118 rue Léon Salva</w:t>
      </w:r>
    </w:p>
    <w:p w:rsidR="005613FF" w:rsidRPr="00581C14" w:rsidRDefault="005613FF" w:rsidP="000B6A15">
      <w:pPr>
        <w:rPr>
          <w:rFonts w:ascii="Times New Roman" w:hAnsi="Times New Roman"/>
          <w:sz w:val="28"/>
        </w:rPr>
      </w:pPr>
      <w:r w:rsidRPr="00581C14">
        <w:rPr>
          <w:rFonts w:ascii="Times New Roman" w:hAnsi="Times New Roman"/>
          <w:sz w:val="28"/>
        </w:rPr>
        <w:t>76300 SOTTEVILLE LES ROUEN</w:t>
      </w:r>
    </w:p>
    <w:sectPr w:rsidR="005613FF" w:rsidRPr="00581C14" w:rsidSect="0072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A15"/>
    <w:rsid w:val="00002FCB"/>
    <w:rsid w:val="000B6A15"/>
    <w:rsid w:val="000D3B69"/>
    <w:rsid w:val="000E5FFB"/>
    <w:rsid w:val="004230CE"/>
    <w:rsid w:val="0048493F"/>
    <w:rsid w:val="005361C7"/>
    <w:rsid w:val="005613FF"/>
    <w:rsid w:val="00581C14"/>
    <w:rsid w:val="005A3A45"/>
    <w:rsid w:val="00683119"/>
    <w:rsid w:val="00726856"/>
    <w:rsid w:val="0078179E"/>
    <w:rsid w:val="007E1D7E"/>
    <w:rsid w:val="00841708"/>
    <w:rsid w:val="00901FFF"/>
    <w:rsid w:val="00975F43"/>
    <w:rsid w:val="009B691F"/>
    <w:rsid w:val="009D6B6A"/>
    <w:rsid w:val="00A81CEB"/>
    <w:rsid w:val="00AA0990"/>
    <w:rsid w:val="00C03D58"/>
    <w:rsid w:val="00C2666E"/>
    <w:rsid w:val="00CD476C"/>
    <w:rsid w:val="00CD7D52"/>
    <w:rsid w:val="00EC2B41"/>
    <w:rsid w:val="00EF1000"/>
    <w:rsid w:val="00F332E5"/>
    <w:rsid w:val="00F33E06"/>
    <w:rsid w:val="00FA6510"/>
    <w:rsid w:val="00FC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8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1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180</TotalTime>
  <Pages>2</Pages>
  <Words>207</Words>
  <Characters>1141</Characters>
  <Application>Microsoft Office Outlook</Application>
  <DocSecurity>0</DocSecurity>
  <Lines>0</Lines>
  <Paragraphs>0</Paragraphs>
  <ScaleCrop>false</ScaleCrop>
  <Company>Aucune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LECOLLIER</dc:creator>
  <cp:keywords/>
  <dc:description/>
  <cp:lastModifiedBy>Lydie Faure-Métayer</cp:lastModifiedBy>
  <cp:revision>9</cp:revision>
  <dcterms:created xsi:type="dcterms:W3CDTF">2017-03-08T18:29:00Z</dcterms:created>
  <dcterms:modified xsi:type="dcterms:W3CDTF">2017-04-22T09:49:00Z</dcterms:modified>
</cp:coreProperties>
</file>